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8C3A" w14:textId="1504E14C" w:rsidR="00D70A7E" w:rsidRDefault="00D70A7E" w:rsidP="009948D2">
      <w:pPr>
        <w:jc w:val="center"/>
        <w:rPr>
          <w:rFonts w:ascii="Futura Bk BT" w:hAnsi="Futura Bk BT"/>
          <w:b/>
          <w:bCs/>
        </w:rPr>
      </w:pPr>
      <w:r w:rsidRPr="00D70A7E">
        <w:rPr>
          <w:rFonts w:ascii="Futura Bk BT" w:hAnsi="Futura Bk BT"/>
          <w:b/>
          <w:bCs/>
        </w:rPr>
        <w:t xml:space="preserve">Detailed training plan edited by the Supervisor at the Host institute </w:t>
      </w:r>
    </w:p>
    <w:p w14:paraId="3208CEC9" w14:textId="712487C6" w:rsidR="009948D2" w:rsidRPr="009948D2" w:rsidRDefault="009948D2" w:rsidP="009948D2">
      <w:pPr>
        <w:jc w:val="center"/>
        <w:rPr>
          <w:rFonts w:ascii="Futura Bk BT" w:hAnsi="Futura Bk BT"/>
          <w:b/>
          <w:bCs/>
        </w:rPr>
      </w:pPr>
      <w:r w:rsidRPr="009948D2">
        <w:rPr>
          <w:rFonts w:ascii="Futura Bk BT" w:hAnsi="Futura Bk BT"/>
          <w:b/>
          <w:bCs/>
        </w:rPr>
        <w:t xml:space="preserve">for ERA </w:t>
      </w:r>
      <w:r w:rsidR="008B4F55">
        <w:rPr>
          <w:rFonts w:ascii="Futura Bk BT" w:hAnsi="Futura Bk BT"/>
          <w:b/>
          <w:bCs/>
        </w:rPr>
        <w:t>Registry</w:t>
      </w:r>
      <w:r w:rsidRPr="009948D2">
        <w:rPr>
          <w:rFonts w:ascii="Futura Bk BT" w:hAnsi="Futura Bk BT"/>
          <w:b/>
          <w:bCs/>
        </w:rPr>
        <w:t xml:space="preserve"> Fellowship</w:t>
      </w:r>
    </w:p>
    <w:p w14:paraId="17588937" w14:textId="37CD43A8" w:rsidR="009948D2" w:rsidRP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Name of the fellow:  </w:t>
      </w:r>
    </w:p>
    <w:p w14:paraId="6C5402D8" w14:textId="77777777" w:rsidR="00A14417" w:rsidRDefault="00A14417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>
        <w:rPr>
          <w:rFonts w:ascii="Futura Bk BT" w:hAnsi="Futura Bk BT"/>
        </w:rPr>
        <w:t>H</w:t>
      </w:r>
      <w:r w:rsidRPr="009948D2">
        <w:rPr>
          <w:rFonts w:ascii="Futura Bk BT" w:hAnsi="Futura Bk BT"/>
        </w:rPr>
        <w:t>o</w:t>
      </w:r>
      <w:r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>
        <w:rPr>
          <w:rFonts w:ascii="Futura Bk BT" w:hAnsi="Futura Bk BT"/>
        </w:rPr>
        <w:t xml:space="preserve">:                               </w:t>
      </w:r>
    </w:p>
    <w:p w14:paraId="3774C774" w14:textId="648D4E06" w:rsidR="00A14417" w:rsidRDefault="009948D2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 xml:space="preserve">Title of the </w:t>
      </w:r>
      <w:r w:rsidR="005A68D7" w:rsidRPr="00A14417">
        <w:rPr>
          <w:rFonts w:ascii="Futura Bk BT" w:hAnsi="Futura Bk BT"/>
        </w:rPr>
        <w:t xml:space="preserve">Short-Term </w:t>
      </w:r>
      <w:r w:rsidRPr="00A14417">
        <w:rPr>
          <w:rFonts w:ascii="Futura Bk BT" w:hAnsi="Futura Bk BT"/>
        </w:rPr>
        <w:t xml:space="preserve">Fellowship </w:t>
      </w:r>
      <w:r w:rsidR="00A14417">
        <w:rPr>
          <w:rFonts w:ascii="Futura Bk BT" w:hAnsi="Futura Bk BT"/>
        </w:rPr>
        <w:t>project</w:t>
      </w:r>
      <w:r w:rsidR="005A68D7" w:rsidRPr="00A14417">
        <w:rPr>
          <w:rFonts w:ascii="Futura Bk BT" w:hAnsi="Futura Bk BT"/>
        </w:rPr>
        <w:t>:</w:t>
      </w:r>
      <w:r w:rsidRPr="00A14417">
        <w:rPr>
          <w:rFonts w:ascii="Futura Bk BT" w:hAnsi="Futura Bk BT"/>
        </w:rPr>
        <w:t xml:space="preserve">  </w:t>
      </w:r>
    </w:p>
    <w:p w14:paraId="7ECA9191" w14:textId="4D2C4C37" w:rsidR="00D70A7E" w:rsidRPr="00A14417" w:rsidRDefault="00D70A7E" w:rsidP="00A14417">
      <w:pPr>
        <w:pStyle w:val="Paragrafoelenco"/>
        <w:numPr>
          <w:ilvl w:val="0"/>
          <w:numId w:val="1"/>
        </w:numPr>
        <w:spacing w:line="360" w:lineRule="auto"/>
        <w:rPr>
          <w:rFonts w:ascii="Futura Bk BT" w:hAnsi="Futura Bk BT"/>
        </w:rPr>
      </w:pPr>
      <w:r w:rsidRPr="00A14417">
        <w:rPr>
          <w:rFonts w:ascii="Futura Bk BT" w:hAnsi="Futura Bk BT"/>
        </w:rPr>
        <w:t>Detailed training plan (please describe)</w:t>
      </w:r>
      <w:r w:rsidR="00A14417" w:rsidRPr="00A14417">
        <w:rPr>
          <w:rFonts w:ascii="Futura Bk BT" w:hAnsi="Futura Bk BT"/>
        </w:rPr>
        <w:t>:</w:t>
      </w:r>
    </w:p>
    <w:p w14:paraId="0E8483A4" w14:textId="0CBAEC12" w:rsidR="00D70A7E" w:rsidRDefault="00D70A7E" w:rsidP="009948D2">
      <w:pPr>
        <w:rPr>
          <w:rFonts w:ascii="Futura Bk BT" w:hAnsi="Futura Bk BT"/>
        </w:rPr>
      </w:pPr>
    </w:p>
    <w:p w14:paraId="79FF1892" w14:textId="4A5E956B" w:rsidR="00D70A7E" w:rsidRDefault="00D70A7E" w:rsidP="009948D2">
      <w:pPr>
        <w:rPr>
          <w:rFonts w:ascii="Futura Bk BT" w:hAnsi="Futura Bk BT"/>
        </w:rPr>
      </w:pPr>
    </w:p>
    <w:p w14:paraId="299717CB" w14:textId="24788C22" w:rsidR="00D70A7E" w:rsidRDefault="00D70A7E" w:rsidP="009948D2">
      <w:pPr>
        <w:rPr>
          <w:rFonts w:ascii="Futura Bk BT" w:hAnsi="Futura Bk BT"/>
        </w:rPr>
      </w:pPr>
    </w:p>
    <w:p w14:paraId="3FA4AF78" w14:textId="2BEC747F" w:rsidR="00D70A7E" w:rsidRDefault="00D70A7E" w:rsidP="009948D2">
      <w:pPr>
        <w:rPr>
          <w:rFonts w:ascii="Futura Bk BT" w:hAnsi="Futura Bk BT"/>
        </w:rPr>
      </w:pPr>
    </w:p>
    <w:p w14:paraId="293E072D" w14:textId="77777777" w:rsidR="00D70A7E" w:rsidRDefault="00D70A7E" w:rsidP="009948D2">
      <w:pPr>
        <w:rPr>
          <w:rFonts w:ascii="Futura Bk BT" w:hAnsi="Futura Bk BT"/>
        </w:rPr>
      </w:pPr>
    </w:p>
    <w:p w14:paraId="68ABE708" w14:textId="33049EFD" w:rsidR="00D70A7E" w:rsidRDefault="00D70A7E" w:rsidP="009948D2">
      <w:pPr>
        <w:rPr>
          <w:rFonts w:ascii="Futura Bk BT" w:hAnsi="Futura Bk BT"/>
        </w:rPr>
      </w:pPr>
    </w:p>
    <w:p w14:paraId="535429AC" w14:textId="1D63BC26" w:rsidR="00D70A7E" w:rsidRDefault="00D70A7E" w:rsidP="009948D2">
      <w:pPr>
        <w:rPr>
          <w:rFonts w:ascii="Futura Bk BT" w:hAnsi="Futura Bk BT"/>
        </w:rPr>
      </w:pPr>
    </w:p>
    <w:p w14:paraId="1635CD15" w14:textId="290958DA" w:rsidR="00D70A7E" w:rsidRDefault="00D70A7E" w:rsidP="009948D2">
      <w:pPr>
        <w:rPr>
          <w:rFonts w:ascii="Futura Bk BT" w:hAnsi="Futura Bk BT"/>
        </w:rPr>
      </w:pPr>
    </w:p>
    <w:p w14:paraId="66A25BD7" w14:textId="7DAA2D3B" w:rsidR="00D70A7E" w:rsidRDefault="00D70A7E" w:rsidP="009948D2">
      <w:pPr>
        <w:rPr>
          <w:rFonts w:ascii="Futura Bk BT" w:hAnsi="Futura Bk BT"/>
        </w:rPr>
      </w:pPr>
    </w:p>
    <w:p w14:paraId="04962061" w14:textId="0E64EB1B" w:rsidR="00D70A7E" w:rsidRDefault="00D70A7E" w:rsidP="009948D2">
      <w:pPr>
        <w:rPr>
          <w:rFonts w:ascii="Futura Bk BT" w:hAnsi="Futura Bk BT"/>
        </w:rPr>
      </w:pPr>
    </w:p>
    <w:p w14:paraId="509C1152" w14:textId="0E515E91" w:rsidR="00D70A7E" w:rsidRDefault="00D70A7E" w:rsidP="009948D2">
      <w:pPr>
        <w:rPr>
          <w:rFonts w:ascii="Futura Bk BT" w:hAnsi="Futura Bk BT"/>
        </w:rPr>
      </w:pPr>
    </w:p>
    <w:p w14:paraId="1E9472A8" w14:textId="3FFF54B3" w:rsidR="00D70A7E" w:rsidRDefault="00D70A7E" w:rsidP="009948D2">
      <w:pPr>
        <w:rPr>
          <w:rFonts w:ascii="Futura Bk BT" w:hAnsi="Futura Bk BT"/>
        </w:rPr>
      </w:pPr>
    </w:p>
    <w:p w14:paraId="41611D4F" w14:textId="45AE4813" w:rsidR="00D70A7E" w:rsidRDefault="00D70A7E" w:rsidP="009948D2">
      <w:pPr>
        <w:rPr>
          <w:rFonts w:ascii="Futura Bk BT" w:hAnsi="Futura Bk BT"/>
        </w:rPr>
      </w:pPr>
    </w:p>
    <w:p w14:paraId="4A0FDBB7" w14:textId="5D6CDB03" w:rsidR="00D70A7E" w:rsidRDefault="00D70A7E" w:rsidP="009948D2">
      <w:pPr>
        <w:rPr>
          <w:rFonts w:ascii="Futura Bk BT" w:hAnsi="Futura Bk BT"/>
        </w:rPr>
      </w:pPr>
    </w:p>
    <w:p w14:paraId="5533459C" w14:textId="77777777" w:rsidR="00D70A7E" w:rsidRDefault="00D70A7E" w:rsidP="009948D2">
      <w:pPr>
        <w:rPr>
          <w:rFonts w:ascii="Futura Bk BT" w:hAnsi="Futura Bk BT"/>
        </w:rPr>
      </w:pPr>
    </w:p>
    <w:p w14:paraId="7C4C09F8" w14:textId="7FD9B083" w:rsidR="00D70A7E" w:rsidRDefault="00D70A7E" w:rsidP="009948D2">
      <w:pPr>
        <w:rPr>
          <w:rFonts w:ascii="Futura Bk BT" w:hAnsi="Futura Bk BT"/>
        </w:rPr>
      </w:pPr>
    </w:p>
    <w:p w14:paraId="5D557B50" w14:textId="77777777" w:rsidR="00DA68C4" w:rsidRDefault="00DA68C4" w:rsidP="009948D2">
      <w:pPr>
        <w:rPr>
          <w:rFonts w:ascii="Futura Bk BT" w:hAnsi="Futura Bk BT"/>
        </w:rPr>
      </w:pPr>
    </w:p>
    <w:p w14:paraId="7A77F461" w14:textId="25CB1E09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161C239F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</w:t>
      </w:r>
      <w:r w:rsidR="00D70A7E">
        <w:rPr>
          <w:rFonts w:ascii="Futura Bk BT" w:hAnsi="Futura Bk BT"/>
          <w:sz w:val="16"/>
          <w:szCs w:val="16"/>
        </w:rPr>
        <w:t>st</w:t>
      </w:r>
      <w:r w:rsidR="007E3EF7" w:rsidRPr="007E3EF7">
        <w:rPr>
          <w:rFonts w:ascii="Futura Bk BT" w:hAnsi="Futura Bk BT"/>
          <w:sz w:val="16"/>
          <w:szCs w:val="16"/>
        </w:rPr>
        <w:t xml:space="preserve"> Institute</w:t>
      </w:r>
    </w:p>
    <w:p w14:paraId="63768E54" w14:textId="56AC3BB4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3370C90A" w14:textId="351C1ADF" w:rsidR="003062E0" w:rsidRPr="00A33A97" w:rsidRDefault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</w:t>
      </w:r>
      <w:r w:rsidR="00D70A7E">
        <w:rPr>
          <w:rFonts w:ascii="Futura Bk BT" w:hAnsi="Futura Bk BT"/>
        </w:rPr>
        <w:t>Supervisor at</w:t>
      </w:r>
      <w:r w:rsidRPr="009948D2">
        <w:rPr>
          <w:rFonts w:ascii="Futura Bk BT" w:hAnsi="Futura Bk BT"/>
        </w:rPr>
        <w:t xml:space="preserve"> the ho</w:t>
      </w:r>
      <w:r w:rsidR="00D70A7E">
        <w:rPr>
          <w:rFonts w:ascii="Futura Bk BT" w:hAnsi="Futura Bk BT"/>
        </w:rPr>
        <w:t>st</w:t>
      </w:r>
      <w:r w:rsidRPr="009948D2">
        <w:rPr>
          <w:rFonts w:ascii="Futura Bk BT" w:hAnsi="Futura Bk BT"/>
        </w:rPr>
        <w:t xml:space="preserve">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sectPr w:rsidR="003062E0" w:rsidRPr="00A33A97" w:rsidSect="00922EC2">
      <w:head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B626A" w14:textId="77777777" w:rsidR="00D973E5" w:rsidRDefault="00D973E5" w:rsidP="0080333E">
      <w:pPr>
        <w:spacing w:after="0" w:line="240" w:lineRule="auto"/>
      </w:pPr>
      <w:r>
        <w:separator/>
      </w:r>
    </w:p>
  </w:endnote>
  <w:endnote w:type="continuationSeparator" w:id="0">
    <w:p w14:paraId="0335015E" w14:textId="77777777" w:rsidR="00D973E5" w:rsidRDefault="00D973E5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Bahnschrift Light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F5A4" w14:textId="77777777" w:rsidR="00D973E5" w:rsidRDefault="00D973E5" w:rsidP="0080333E">
      <w:pPr>
        <w:spacing w:after="0" w:line="240" w:lineRule="auto"/>
      </w:pPr>
      <w:r>
        <w:separator/>
      </w:r>
    </w:p>
  </w:footnote>
  <w:footnote w:type="continuationSeparator" w:id="0">
    <w:p w14:paraId="303229D2" w14:textId="77777777" w:rsidR="00D973E5" w:rsidRDefault="00D973E5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7EF8"/>
    <w:multiLevelType w:val="hybridMultilevel"/>
    <w:tmpl w:val="8A044AEC"/>
    <w:lvl w:ilvl="0" w:tplc="333C1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8D2"/>
    <w:rsid w:val="00005EA7"/>
    <w:rsid w:val="00046B58"/>
    <w:rsid w:val="00103CD9"/>
    <w:rsid w:val="00116C4B"/>
    <w:rsid w:val="00181E53"/>
    <w:rsid w:val="001B4A92"/>
    <w:rsid w:val="001D2E74"/>
    <w:rsid w:val="0020600B"/>
    <w:rsid w:val="002068C0"/>
    <w:rsid w:val="00210979"/>
    <w:rsid w:val="00247FA0"/>
    <w:rsid w:val="0028304E"/>
    <w:rsid w:val="002B5A34"/>
    <w:rsid w:val="002C70CC"/>
    <w:rsid w:val="00300C07"/>
    <w:rsid w:val="003062E0"/>
    <w:rsid w:val="00354614"/>
    <w:rsid w:val="00367494"/>
    <w:rsid w:val="005305B2"/>
    <w:rsid w:val="0054714E"/>
    <w:rsid w:val="005636CF"/>
    <w:rsid w:val="0059513A"/>
    <w:rsid w:val="005A68D7"/>
    <w:rsid w:val="006410D8"/>
    <w:rsid w:val="006464F7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B4F55"/>
    <w:rsid w:val="008E2D81"/>
    <w:rsid w:val="008F04ED"/>
    <w:rsid w:val="009020FE"/>
    <w:rsid w:val="00922EC2"/>
    <w:rsid w:val="00927586"/>
    <w:rsid w:val="00952627"/>
    <w:rsid w:val="009776E4"/>
    <w:rsid w:val="009948D2"/>
    <w:rsid w:val="00A14417"/>
    <w:rsid w:val="00A33A97"/>
    <w:rsid w:val="00AE3685"/>
    <w:rsid w:val="00B17953"/>
    <w:rsid w:val="00B43B1E"/>
    <w:rsid w:val="00C213ED"/>
    <w:rsid w:val="00C2538C"/>
    <w:rsid w:val="00C806A4"/>
    <w:rsid w:val="00CE203E"/>
    <w:rsid w:val="00D70A7E"/>
    <w:rsid w:val="00D973E5"/>
    <w:rsid w:val="00DA36C8"/>
    <w:rsid w:val="00DA68C4"/>
    <w:rsid w:val="00E64020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F04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04E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04E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04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04E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0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04E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E36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5</cp:revision>
  <cp:lastPrinted>2021-08-26T08:43:00Z</cp:lastPrinted>
  <dcterms:created xsi:type="dcterms:W3CDTF">2023-01-23T12:36:00Z</dcterms:created>
  <dcterms:modified xsi:type="dcterms:W3CDTF">2023-02-02T10:08:00Z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8dfd88697fd644e42bdb3f82fb0a8ac9de6584826c296a127a23f5a0c20f0e39</vt:lpwstr>
  </property>
</Properties>
</file>